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0590" w14:textId="4F9B0BBD" w:rsidR="00535962" w:rsidRPr="00F7167E" w:rsidRDefault="00352241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AAE7C" wp14:editId="67B97A9E">
                <wp:simplePos x="0" y="0"/>
                <wp:positionH relativeFrom="column">
                  <wp:posOffset>6896100</wp:posOffset>
                </wp:positionH>
                <wp:positionV relativeFrom="paragraph">
                  <wp:posOffset>-565150</wp:posOffset>
                </wp:positionV>
                <wp:extent cx="1999615" cy="701040"/>
                <wp:effectExtent l="0" t="0" r="19685" b="22860"/>
                <wp:wrapNone/>
                <wp:docPr id="7486895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701040"/>
                          <a:chOff x="12866" y="523"/>
                          <a:chExt cx="2544" cy="1104"/>
                        </a:xfrm>
                      </wpg:grpSpPr>
                      <wps:wsp>
                        <wps:cNvPr id="98189528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932066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5711588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4BC03FF" w14:textId="4BD24B68" w:rsidR="00957FDA" w:rsidRPr="00535962" w:rsidRDefault="00C75AC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35224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406140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020B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AAE7C" id="Group 21" o:spid="_x0000_s1026" style="position:absolute;margin-left:543pt;margin-top:-44.5pt;width:157.4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7Y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uynE2jJJnD/6VwB+T6DwAA//8DAFBLAQItABQABgAIAAAAIQDb4fbL7gAAAIUBAAATAAAA&#10;AAAAAAAAAAAAAAAAAABbQ29udGVudF9UeXBlc10ueG1sUEsBAi0AFAAGAAgAAAAhAFr0LFu/AAAA&#10;FQEAAAsAAAAAAAAAAAAAAAAAHwEAAF9yZWxzLy5yZWxzUEsBAi0AFAAGAAgAAAAhAP6zrtj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4BC03FF" w14:textId="4BD24B68" w:rsidR="00957FDA" w:rsidRPr="00535962" w:rsidRDefault="00C75AC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352241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" fillcolor="black [3213]" strokecolor="white [3212]" strokeweight="3pt">
                    <v:textbox>
                      <w:txbxContent>
                        <w:p w14:paraId="344020B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A17CE"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A16C84" wp14:editId="0A1E2522">
                <wp:simplePos x="0" y="0"/>
                <wp:positionH relativeFrom="column">
                  <wp:posOffset>3199765</wp:posOffset>
                </wp:positionH>
                <wp:positionV relativeFrom="paragraph">
                  <wp:posOffset>163195</wp:posOffset>
                </wp:positionV>
                <wp:extent cx="2391410" cy="279400"/>
                <wp:effectExtent l="0" t="1270" r="0" b="0"/>
                <wp:wrapNone/>
                <wp:docPr id="186579977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C47C" w14:textId="65C082C8" w:rsidR="002E1412" w:rsidRPr="002E1412" w:rsidRDefault="0035224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75ACD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6C84" id="Text Box 16" o:spid="_x0000_s1031" type="#_x0000_t202" style="position:absolute;margin-left:251.95pt;margin-top:12.85pt;width:188.3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" stroked="f">
                <v:textbox>
                  <w:txbxContent>
                    <w:p w14:paraId="0879C47C" w14:textId="65C082C8" w:rsidR="002E1412" w:rsidRPr="002E1412" w:rsidRDefault="0035224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75ACD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2BCCE73C" wp14:editId="6ECFB61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17CE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54A231" wp14:editId="409B875B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5424460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A7AD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A23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F23A7AD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CA17CE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EECB" wp14:editId="3E8A5152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98593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5A2B8D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B64678" wp14:editId="04A88391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EEC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5A2B8D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B64678" wp14:editId="04A88391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8D41EC9" w14:textId="3BC74260" w:rsidR="00535962" w:rsidRPr="00535962" w:rsidRDefault="00CA17C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7BB60B" wp14:editId="66CC042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489232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15AE0" w14:textId="77777777" w:rsidR="00F7443C" w:rsidRPr="004767CC" w:rsidRDefault="0035224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B60B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3015AE0" w14:textId="77777777" w:rsidR="00F7443C" w:rsidRPr="004767CC" w:rsidRDefault="00CA17C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384BB" wp14:editId="367B918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6548202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66F0" w14:textId="77777777" w:rsidR="0026335F" w:rsidRPr="0026335F" w:rsidRDefault="0035224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84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1DF66F0" w14:textId="77777777" w:rsidR="0026335F" w:rsidRPr="0026335F" w:rsidRDefault="00CA17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ADC4B6" w14:textId="146F4592" w:rsidR="00535962" w:rsidRDefault="00CA17CE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7BE" wp14:editId="18E140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381398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915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F7BE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757915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603CBA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6BF074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40697C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BF91F21" w14:textId="2AC8B356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</w:t>
            </w:r>
            <w:r w:rsidR="00C75ACD">
              <w:t xml:space="preserve">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F2C28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C1BA05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AE295E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19D7B2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18AAF3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071546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6E967DDE" w14:textId="77777777" w:rsidTr="00A24343">
        <w:trPr>
          <w:trHeight w:val="457"/>
          <w:jc w:val="center"/>
        </w:trPr>
        <w:tc>
          <w:tcPr>
            <w:tcW w:w="849" w:type="dxa"/>
          </w:tcPr>
          <w:p w14:paraId="1987C4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839C91" w14:textId="77777777" w:rsidR="0037246F" w:rsidRDefault="0037246F" w:rsidP="00BB657B">
            <w:pPr>
              <w:spacing w:after="0" w:line="240" w:lineRule="auto"/>
            </w:pPr>
          </w:p>
          <w:p w14:paraId="3C1A1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FD1C2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26F4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769B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33CC2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D10F51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15223D" w14:textId="77777777" w:rsidTr="00A24343">
        <w:trPr>
          <w:trHeight w:val="477"/>
          <w:jc w:val="center"/>
        </w:trPr>
        <w:tc>
          <w:tcPr>
            <w:tcW w:w="849" w:type="dxa"/>
          </w:tcPr>
          <w:p w14:paraId="1E678E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D98BBF" w14:textId="77777777" w:rsidR="0037246F" w:rsidRDefault="0037246F" w:rsidP="00BB657B">
            <w:pPr>
              <w:spacing w:after="0" w:line="240" w:lineRule="auto"/>
            </w:pPr>
          </w:p>
          <w:p w14:paraId="05D2CC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F8066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01A4A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A41E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243C2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325B81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2E014D" w14:textId="77777777" w:rsidTr="00A24343">
        <w:trPr>
          <w:trHeight w:val="477"/>
          <w:jc w:val="center"/>
        </w:trPr>
        <w:tc>
          <w:tcPr>
            <w:tcW w:w="849" w:type="dxa"/>
          </w:tcPr>
          <w:p w14:paraId="4ACF5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03D5077" w14:textId="77777777" w:rsidR="0037246F" w:rsidRDefault="0037246F" w:rsidP="00BB657B">
            <w:pPr>
              <w:spacing w:after="0" w:line="240" w:lineRule="auto"/>
            </w:pPr>
          </w:p>
          <w:p w14:paraId="1B44A7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ED8F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9575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FD0887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E116C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D85918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33DA2C" w14:textId="77777777" w:rsidTr="00A24343">
        <w:trPr>
          <w:trHeight w:val="477"/>
          <w:jc w:val="center"/>
        </w:trPr>
        <w:tc>
          <w:tcPr>
            <w:tcW w:w="849" w:type="dxa"/>
          </w:tcPr>
          <w:p w14:paraId="57F4C5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44DB4F5" w14:textId="77777777" w:rsidR="0037246F" w:rsidRDefault="0037246F" w:rsidP="00BB657B">
            <w:pPr>
              <w:spacing w:after="0" w:line="240" w:lineRule="auto"/>
            </w:pPr>
          </w:p>
          <w:p w14:paraId="1423F9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1B8CA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F40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7BE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A2E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46F69A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4D45E3" w14:textId="77777777" w:rsidTr="00A24343">
        <w:trPr>
          <w:trHeight w:val="477"/>
          <w:jc w:val="center"/>
        </w:trPr>
        <w:tc>
          <w:tcPr>
            <w:tcW w:w="849" w:type="dxa"/>
          </w:tcPr>
          <w:p w14:paraId="0D45828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EAE60BF" w14:textId="77777777" w:rsidR="0037246F" w:rsidRDefault="0037246F" w:rsidP="00BB657B">
            <w:pPr>
              <w:spacing w:after="0" w:line="240" w:lineRule="auto"/>
            </w:pPr>
          </w:p>
          <w:p w14:paraId="42C24D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142C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8036B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3188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5D33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384D0D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E49EED5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47EF7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5F14687" w14:textId="5DA3AA33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42B5AE0" w14:textId="6AC54310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="00352241">
              <w:t xml:space="preserve"> 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05E0DBC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41D829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00E883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88B9DD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32F301" w14:textId="6D297A9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CA17CE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B7E69A" wp14:editId="41080EB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8301755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34F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E69A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B834F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A1E3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F2F764D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4C5C" w14:textId="09DF55AC" w:rsidR="001007E7" w:rsidRDefault="00CA17CE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55BD80" wp14:editId="21B07759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10408419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030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AB423E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401913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55BD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32030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AB423E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401913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F50209E" w14:textId="24F2B603" w:rsidR="001007E7" w:rsidRDefault="00CA17CE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3C27F" wp14:editId="01CCB2C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7842696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A8DB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3C2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4932A8DB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00013E9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1E596AAA" wp14:editId="675DBE38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1E08823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D9B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2B5C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1257489B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989291E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F08A5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14FCD"/>
    <w:rsid w:val="00351DE8"/>
    <w:rsid w:val="00352241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A232C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75ACD"/>
    <w:rsid w:val="00CA17CE"/>
    <w:rsid w:val="00CA4661"/>
    <w:rsid w:val="00CE67A3"/>
    <w:rsid w:val="00D20B61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76DF8C8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2025-09-18T15:59:00Z</dcterms:created>
  <dcterms:modified xsi:type="dcterms:W3CDTF">2025-09-18T16:00:00Z</dcterms:modified>
</cp:coreProperties>
</file>